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7DA" w:rsidRDefault="00A347DA">
      <w:r>
        <w:t>IVY JEAN TUPAS</w:t>
      </w:r>
      <w:r>
        <w:tab/>
      </w:r>
      <w:r>
        <w:tab/>
        <w:t>BEED</w:t>
      </w:r>
      <w:r>
        <w:tab/>
        <w:t>(GENERALIST)</w:t>
      </w:r>
    </w:p>
    <w:p w:rsidR="00A347DA" w:rsidRDefault="00A347DA"/>
    <w:p w:rsidR="00A347DA" w:rsidRDefault="00A347DA"/>
    <w:p w:rsidR="00A347DA" w:rsidRDefault="00A347DA" w:rsidP="00177660">
      <w:pPr>
        <w:jc w:val="center"/>
      </w:pPr>
    </w:p>
    <w:p w:rsidR="00A347DA" w:rsidRPr="007F4447" w:rsidRDefault="00A347DA" w:rsidP="00A60041">
      <w:pPr>
        <w:jc w:val="center"/>
        <w:rPr>
          <w:sz w:val="52"/>
          <w:szCs w:val="52"/>
        </w:rPr>
      </w:pPr>
      <w:r w:rsidRPr="007F4447">
        <w:rPr>
          <w:sz w:val="52"/>
          <w:szCs w:val="52"/>
        </w:rPr>
        <w:t>21</w:t>
      </w:r>
      <w:r w:rsidRPr="007F4447">
        <w:rPr>
          <w:sz w:val="52"/>
          <w:szCs w:val="52"/>
          <w:vertAlign w:val="superscript"/>
        </w:rPr>
        <w:t>st</w:t>
      </w:r>
      <w:r w:rsidRPr="007F4447">
        <w:rPr>
          <w:sz w:val="52"/>
          <w:szCs w:val="52"/>
        </w:rPr>
        <w:t xml:space="preserve"> CENTURY SKILLS</w:t>
      </w:r>
    </w:p>
    <w:p w:rsidR="00A347DA" w:rsidRDefault="00A347DA" w:rsidP="00177660">
      <w:pPr>
        <w:jc w:val="center"/>
      </w:pPr>
      <w:r>
        <w:t>These are following 21</w:t>
      </w:r>
      <w:r w:rsidRPr="00177660">
        <w:rPr>
          <w:vertAlign w:val="superscript"/>
        </w:rPr>
        <w:t>st</w:t>
      </w:r>
      <w:r>
        <w:t xml:space="preserve"> century skills I want to equip myself with, </w:t>
      </w:r>
    </w:p>
    <w:p w:rsidR="00A347DA" w:rsidRDefault="00A347DA" w:rsidP="00544042">
      <w:pPr>
        <w:pBdr>
          <w:bottom w:val="single" w:sz="12" w:space="1" w:color="auto"/>
        </w:pBdr>
        <w:jc w:val="center"/>
      </w:pPr>
      <w:r>
        <w:t>and for my students to acquire:</w:t>
      </w:r>
    </w:p>
    <w:p w:rsidR="00A347DA" w:rsidRDefault="00A347DA" w:rsidP="00544042">
      <w:pPr>
        <w:pBdr>
          <w:bottom w:val="single" w:sz="12" w:space="1" w:color="auto"/>
        </w:pBdr>
        <w:jc w:val="center"/>
      </w:pPr>
    </w:p>
    <w:p w:rsidR="00A347DA" w:rsidRDefault="00A347DA" w:rsidP="00544042">
      <w:pPr>
        <w:jc w:val="center"/>
      </w:pPr>
    </w:p>
    <w:p w:rsidR="00A347DA" w:rsidRDefault="00A347DA" w:rsidP="00544042">
      <w:pPr>
        <w:jc w:val="center"/>
      </w:pPr>
      <w:r>
        <w:t>SCENARIO:</w:t>
      </w:r>
    </w:p>
    <w:p w:rsidR="00A347DA" w:rsidRDefault="00A347DA" w:rsidP="00544042">
      <w:pPr>
        <w:jc w:val="center"/>
      </w:pPr>
      <w:r>
        <w:t xml:space="preserve"> I am teaching in a grade three class of 50 at a public elementary school downtown. The class is composing of 48 old students just residing within the city and 2 transferees. One is a foreign-transfer student from </w:t>
      </w:r>
      <w:smartTag w:uri="urn:schemas-microsoft-com:office:smarttags" w:element="place">
        <w:smartTag w:uri="urn:schemas-microsoft-com:office:smarttags" w:element="country-region">
          <w:r>
            <w:t>Japan</w:t>
          </w:r>
        </w:smartTag>
      </w:smartTag>
      <w:r>
        <w:t xml:space="preserve"> and the other is a scholar from a province where computers hasn’t still introduced yet.</w:t>
      </w:r>
    </w:p>
    <w:p w:rsidR="00A347DA" w:rsidRDefault="00A347DA" w:rsidP="00544042">
      <w:pPr>
        <w:pBdr>
          <w:bottom w:val="single" w:sz="12" w:space="1" w:color="auto"/>
        </w:pBdr>
      </w:pPr>
    </w:p>
    <w:p w:rsidR="00A347DA" w:rsidRDefault="00A347DA" w:rsidP="00544042"/>
    <w:p w:rsidR="00A347DA" w:rsidRDefault="00A347DA" w:rsidP="00544042">
      <w:pPr>
        <w:jc w:val="center"/>
      </w:pPr>
      <w:r w:rsidRPr="00544042">
        <w:rPr>
          <w:b/>
        </w:rPr>
        <w:t>FIRST:</w:t>
      </w:r>
      <w:r>
        <w:t xml:space="preserve"> </w:t>
      </w:r>
      <w:r w:rsidRPr="00544042">
        <w:rPr>
          <w:i/>
        </w:rPr>
        <w:t>communication skil</w:t>
      </w:r>
      <w:r>
        <w:t>l. Communication connects people. And given their differences, as early as grade three, I want to train them on how to be effective speakers by giving them activities such as story telling or reading activities that could help them boost their confidence in front the crowd, or even writing-a-diary assignment for them to express what they feel. And to always remind them that communication is not only about talking, but involves listening.</w:t>
      </w:r>
    </w:p>
    <w:p w:rsidR="00A347DA" w:rsidRDefault="00A347DA" w:rsidP="00544042">
      <w:pPr>
        <w:jc w:val="center"/>
      </w:pPr>
    </w:p>
    <w:p w:rsidR="00A347DA" w:rsidRDefault="00A347DA" w:rsidP="00544042">
      <w:pPr>
        <w:jc w:val="center"/>
      </w:pPr>
      <w:r w:rsidRPr="00544042">
        <w:rPr>
          <w:b/>
        </w:rPr>
        <w:t>SECOND:</w:t>
      </w:r>
      <w:r>
        <w:t xml:space="preserve"> </w:t>
      </w:r>
      <w:r w:rsidRPr="00544042">
        <w:rPr>
          <w:i/>
        </w:rPr>
        <w:t>Self-Direction.</w:t>
      </w:r>
      <w:r>
        <w:t xml:space="preserve"> I want my students to acquire this skill for them to keep going. To push through something with a direction. I will not ask them to look ahead, but to use their knowledge effectively and be at their best in everything they do all the time. And let their weakness be their room for improvement and that I can be there for them, always. And I think it is applicable to give them a task of making “My Future” to gain insights of where they would want to go.</w:t>
      </w:r>
    </w:p>
    <w:p w:rsidR="00A347DA" w:rsidRDefault="00A347DA" w:rsidP="00544042">
      <w:pPr>
        <w:jc w:val="center"/>
      </w:pPr>
    </w:p>
    <w:p w:rsidR="00A347DA" w:rsidRDefault="00A347DA" w:rsidP="00544042">
      <w:pPr>
        <w:jc w:val="center"/>
      </w:pPr>
      <w:r w:rsidRPr="007F4447">
        <w:rPr>
          <w:b/>
        </w:rPr>
        <w:t>THIRD</w:t>
      </w:r>
      <w:r>
        <w:t xml:space="preserve">: </w:t>
      </w:r>
      <w:r w:rsidRPr="007F4447">
        <w:rPr>
          <w:i/>
        </w:rPr>
        <w:t>Social Responsibility</w:t>
      </w:r>
      <w:r>
        <w:t>. Given their differences, I want them to be sensitive enough with their environment. This is may take a hard time because they are still considered “wild” (mostly). But I wasn’t them to keep in mind that what they do may affect what surround them, and that they have to be responsible for it</w:t>
      </w:r>
      <w:bookmarkStart w:id="0" w:name="_GoBack"/>
      <w:bookmarkEnd w:id="0"/>
      <w:r>
        <w:t>. A group activity maybe effective on this one.</w:t>
      </w:r>
    </w:p>
    <w:p w:rsidR="00A347DA" w:rsidRDefault="00A347DA" w:rsidP="00544042">
      <w:pPr>
        <w:jc w:val="center"/>
      </w:pPr>
    </w:p>
    <w:p w:rsidR="00A347DA" w:rsidRPr="00544042" w:rsidRDefault="00A347DA" w:rsidP="00544042">
      <w:pPr>
        <w:jc w:val="center"/>
      </w:pPr>
    </w:p>
    <w:sectPr w:rsidR="00A347DA" w:rsidRPr="00544042" w:rsidSect="008224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7660"/>
    <w:rsid w:val="00142DDE"/>
    <w:rsid w:val="00177660"/>
    <w:rsid w:val="001D2648"/>
    <w:rsid w:val="003E4F85"/>
    <w:rsid w:val="00544042"/>
    <w:rsid w:val="007F4447"/>
    <w:rsid w:val="008224C3"/>
    <w:rsid w:val="008428AF"/>
    <w:rsid w:val="00A347DA"/>
    <w:rsid w:val="00A35D06"/>
    <w:rsid w:val="00A42758"/>
    <w:rsid w:val="00A60041"/>
    <w:rsid w:val="00CD257C"/>
    <w:rsid w:val="00D46C2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4C3"/>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1</Pages>
  <Words>268</Words>
  <Characters>1531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IVY JEAN TUPAS</dc:title>
  <dc:subject/>
  <dc:creator>tupas</dc:creator>
  <cp:keywords/>
  <dc:description/>
  <cp:lastModifiedBy>Student</cp:lastModifiedBy>
  <cp:revision>2</cp:revision>
  <dcterms:created xsi:type="dcterms:W3CDTF">2012-07-05T02:43:00Z</dcterms:created>
  <dcterms:modified xsi:type="dcterms:W3CDTF">2012-07-05T02:43:00Z</dcterms:modified>
</cp:coreProperties>
</file>